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3DC" w:rsidRPr="00383926" w:rsidRDefault="000573DC" w:rsidP="000573DC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ED5DA5">
        <w:rPr>
          <w:rFonts w:asciiTheme="minorEastAsia" w:eastAsiaTheme="minorEastAsia" w:hAnsiTheme="minorEastAsia" w:hint="eastAsia"/>
          <w:spacing w:val="450"/>
          <w:kern w:val="0"/>
          <w:sz w:val="36"/>
          <w:szCs w:val="36"/>
          <w:fitText w:val="5400" w:id="-1556221183"/>
        </w:rPr>
        <w:t>参加申請</w:t>
      </w:r>
      <w:r w:rsidRPr="00ED5DA5">
        <w:rPr>
          <w:rFonts w:asciiTheme="minorEastAsia" w:eastAsiaTheme="minorEastAsia" w:hAnsiTheme="minorEastAsia" w:hint="eastAsia"/>
          <w:kern w:val="0"/>
          <w:sz w:val="36"/>
          <w:szCs w:val="36"/>
          <w:fitText w:val="5400" w:id="-1556221183"/>
        </w:rPr>
        <w:t>書</w:t>
      </w:r>
    </w:p>
    <w:p w:rsidR="00C96F91" w:rsidRPr="006765F4" w:rsidRDefault="00DC6A33" w:rsidP="00BA5EDF">
      <w:pPr>
        <w:wordWrap w:val="0"/>
        <w:ind w:rightChars="400" w:right="84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C96F91" w:rsidRPr="006765F4" w:rsidRDefault="006D2504" w:rsidP="000573DC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社会福祉法人長岡福祉協会</w:t>
      </w:r>
    </w:p>
    <w:p w:rsidR="00C96F91" w:rsidRPr="006765F4" w:rsidRDefault="006D2504" w:rsidP="00FB1936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理 事 長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田　宮　　崇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B1936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400A63" w:rsidRPr="006765F4" w:rsidRDefault="00400A63" w:rsidP="000573DC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　（申請者）</w:t>
      </w: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63"/>
      </w:tblGrid>
      <w:tr w:rsidR="00400A63" w:rsidRPr="006765F4" w:rsidTr="006765F4">
        <w:trPr>
          <w:jc w:val="right"/>
        </w:trPr>
        <w:tc>
          <w:tcPr>
            <w:tcW w:w="1985" w:type="dxa"/>
          </w:tcPr>
          <w:p w:rsidR="00400A63" w:rsidRPr="006765F4" w:rsidRDefault="006765F4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住所又は</w:t>
            </w:r>
            <w:r w:rsidR="00400A63"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263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〒</w:t>
            </w: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0A63" w:rsidRPr="006765F4" w:rsidTr="006765F4">
        <w:trPr>
          <w:jc w:val="right"/>
        </w:trPr>
        <w:tc>
          <w:tcPr>
            <w:tcW w:w="1985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4263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0A63" w:rsidRPr="006765F4" w:rsidTr="006765F4">
        <w:trPr>
          <w:jc w:val="right"/>
        </w:trPr>
        <w:tc>
          <w:tcPr>
            <w:tcW w:w="1985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代表者職・氏名</w:t>
            </w:r>
          </w:p>
        </w:tc>
        <w:tc>
          <w:tcPr>
            <w:tcW w:w="4263" w:type="dxa"/>
          </w:tcPr>
          <w:p w:rsidR="00400A63" w:rsidRDefault="00400A63" w:rsidP="006765F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D5DA5" w:rsidRDefault="00ED5DA5" w:rsidP="006765F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0A63" w:rsidRPr="006765F4" w:rsidRDefault="00511B7E" w:rsidP="006765F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㊞</w:t>
            </w:r>
          </w:p>
        </w:tc>
      </w:tr>
    </w:tbl>
    <w:p w:rsidR="006765F4" w:rsidRDefault="006765F4" w:rsidP="000E1AB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:rsidR="00C96F91" w:rsidRPr="006765F4" w:rsidRDefault="00400A63" w:rsidP="000E1AB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C50659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C50659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月1</w:t>
      </w:r>
      <w:r w:rsidR="00457EFA"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日に公告のありました、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>下記</w:t>
      </w:r>
      <w:r w:rsidR="00EC6123">
        <w:rPr>
          <w:rFonts w:asciiTheme="minorEastAsia" w:eastAsiaTheme="minorEastAsia" w:hAnsiTheme="minorEastAsia" w:hint="eastAsia"/>
          <w:sz w:val="24"/>
          <w:szCs w:val="24"/>
        </w:rPr>
        <w:t>件名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>に係る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一般競争入札に</w:t>
      </w:r>
      <w:r w:rsidR="000E1AB9" w:rsidRPr="006765F4">
        <w:rPr>
          <w:rFonts w:asciiTheme="minorEastAsia" w:eastAsiaTheme="minorEastAsia" w:hAnsiTheme="minorEastAsia" w:hint="eastAsia"/>
          <w:sz w:val="24"/>
          <w:szCs w:val="24"/>
        </w:rPr>
        <w:t>参加したいので、実施</w:t>
      </w:r>
      <w:r w:rsidR="00E37B75" w:rsidRPr="006765F4">
        <w:rPr>
          <w:rFonts w:asciiTheme="minorEastAsia" w:eastAsiaTheme="minorEastAsia" w:hAnsiTheme="minorEastAsia" w:hint="eastAsia"/>
          <w:sz w:val="24"/>
          <w:szCs w:val="24"/>
        </w:rPr>
        <w:t>要項</w:t>
      </w:r>
      <w:r w:rsidR="000E1AB9" w:rsidRPr="006765F4">
        <w:rPr>
          <w:rFonts w:asciiTheme="minorEastAsia" w:eastAsiaTheme="minorEastAsia" w:hAnsiTheme="minorEastAsia" w:hint="eastAsia"/>
          <w:sz w:val="24"/>
          <w:szCs w:val="24"/>
        </w:rPr>
        <w:t>に示された参加要件を満たすことを示すため、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>関係書類を添えて申請します。</w:t>
      </w:r>
    </w:p>
    <w:p w:rsidR="00C96F91" w:rsidRPr="006765F4" w:rsidRDefault="00C96F91" w:rsidP="000E1AB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6765F4">
        <w:rPr>
          <w:rFonts w:asciiTheme="minorEastAsia" w:eastAsiaTheme="minorEastAsia" w:hAnsiTheme="minorEastAsia" w:hint="eastAsia"/>
          <w:sz w:val="24"/>
          <w:szCs w:val="24"/>
        </w:rPr>
        <w:t>なお、関係書類の内容については事実と相違ないことを誓約します。</w:t>
      </w:r>
    </w:p>
    <w:p w:rsidR="00C96F91" w:rsidRPr="006765F4" w:rsidRDefault="00C96F91" w:rsidP="000573DC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C96F91" w:rsidRPr="00457EFA" w:rsidRDefault="00C50659" w:rsidP="006765F4">
      <w:pPr>
        <w:ind w:left="1200" w:hangingChars="500" w:hanging="1200"/>
        <w:jc w:val="center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457EFA">
        <w:rPr>
          <w:rFonts w:asciiTheme="minorEastAsia" w:eastAsiaTheme="minorEastAsia" w:hAnsiTheme="minorEastAsia" w:hint="eastAsia"/>
          <w:sz w:val="24"/>
          <w:szCs w:val="24"/>
          <w:u w:val="single"/>
        </w:rPr>
        <w:t>件</w:t>
      </w:r>
      <w:r w:rsidR="00BA5EDF" w:rsidRPr="00457EF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="00C96F91" w:rsidRPr="00457EFA">
        <w:rPr>
          <w:rFonts w:asciiTheme="minorEastAsia" w:eastAsiaTheme="minorEastAsia" w:hAnsiTheme="minorEastAsia" w:hint="eastAsia"/>
          <w:sz w:val="24"/>
          <w:szCs w:val="24"/>
          <w:u w:val="single"/>
        </w:rPr>
        <w:t>名</w:t>
      </w:r>
      <w:r w:rsidR="00774994" w:rsidRPr="00457EFA">
        <w:rPr>
          <w:rFonts w:asciiTheme="minorEastAsia" w:eastAsiaTheme="minorEastAsia" w:hAnsiTheme="minorEastAsia" w:hint="eastAsia"/>
          <w:sz w:val="24"/>
          <w:szCs w:val="24"/>
          <w:u w:val="single"/>
        </w:rPr>
        <w:t>：福祉プラザさくら川</w:t>
      </w:r>
      <w:r w:rsidR="00400A63" w:rsidRPr="00457EF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Pr="00457EFA">
        <w:rPr>
          <w:rFonts w:asciiTheme="minorEastAsia" w:eastAsiaTheme="minorEastAsia" w:hAnsiTheme="minorEastAsia" w:hint="eastAsia"/>
          <w:sz w:val="24"/>
          <w:szCs w:val="24"/>
          <w:u w:val="single"/>
        </w:rPr>
        <w:t>簡易陰圧装置　12式</w:t>
      </w:r>
    </w:p>
    <w:p w:rsidR="000276FB" w:rsidRPr="00457EFA" w:rsidRDefault="00C96F91" w:rsidP="000276F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457EFA">
        <w:rPr>
          <w:rFonts w:asciiTheme="minorEastAsia" w:eastAsiaTheme="minorEastAsia" w:hAnsiTheme="minorEastAsia" w:hint="eastAsia"/>
          <w:sz w:val="24"/>
          <w:szCs w:val="24"/>
        </w:rPr>
        <w:t>添付書類</w:t>
      </w:r>
      <w:r w:rsidR="00BA5EDF" w:rsidRPr="00457EFA">
        <w:rPr>
          <w:rFonts w:asciiTheme="minorEastAsia" w:eastAsiaTheme="minorEastAsia" w:hAnsiTheme="minorEastAsia" w:hint="eastAsia"/>
          <w:sz w:val="24"/>
          <w:szCs w:val="24"/>
        </w:rPr>
        <w:t>（添付した資料の番号に○）</w:t>
      </w:r>
    </w:p>
    <w:p w:rsidR="000276FB" w:rsidRPr="00457EFA" w:rsidRDefault="000276FB" w:rsidP="00ED5DA5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457EFA">
        <w:rPr>
          <w:rFonts w:asciiTheme="minorEastAsia" w:eastAsiaTheme="minorEastAsia" w:hAnsiTheme="minorEastAsia" w:hint="eastAsia"/>
          <w:sz w:val="24"/>
          <w:szCs w:val="24"/>
        </w:rPr>
        <w:t>当申請書（様式</w:t>
      </w:r>
      <w:r w:rsidR="00C50659" w:rsidRPr="00457EFA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457EFA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ED5DA5" w:rsidRPr="00457EFA" w:rsidRDefault="00ED5DA5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457EFA">
        <w:rPr>
          <w:rFonts w:asciiTheme="minorEastAsia" w:eastAsiaTheme="minorEastAsia" w:hAnsiTheme="minorEastAsia" w:hint="eastAsia"/>
          <w:sz w:val="24"/>
          <w:szCs w:val="24"/>
        </w:rPr>
        <w:t>会社案内・会社経歴書</w:t>
      </w:r>
    </w:p>
    <w:p w:rsidR="00ED5DA5" w:rsidRPr="00457EFA" w:rsidRDefault="00ED5DA5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457EFA">
        <w:rPr>
          <w:rFonts w:asciiTheme="minorEastAsia" w:eastAsiaTheme="minorEastAsia" w:hAnsiTheme="minorEastAsia" w:hint="eastAsia"/>
          <w:sz w:val="24"/>
          <w:szCs w:val="24"/>
        </w:rPr>
        <w:t>官公庁の一般競争入札参加資格審査決定通知の写し</w:t>
      </w:r>
    </w:p>
    <w:p w:rsidR="000276FB" w:rsidRPr="00457EFA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457EFA">
        <w:rPr>
          <w:rFonts w:asciiTheme="minorEastAsia" w:eastAsiaTheme="minorEastAsia" w:hAnsiTheme="minorEastAsia" w:hint="eastAsia"/>
          <w:sz w:val="24"/>
          <w:szCs w:val="24"/>
        </w:rPr>
        <w:t>現在事項証明書（有効期限3カ月以内の原本）</w:t>
      </w:r>
    </w:p>
    <w:p w:rsidR="000276FB" w:rsidRPr="00457EFA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457EFA">
        <w:rPr>
          <w:rFonts w:asciiTheme="minorEastAsia" w:eastAsiaTheme="minorEastAsia" w:hAnsiTheme="minorEastAsia" w:hint="eastAsia"/>
          <w:sz w:val="24"/>
          <w:szCs w:val="24"/>
        </w:rPr>
        <w:t>直近</w:t>
      </w:r>
      <w:r w:rsidR="00ED5DA5" w:rsidRPr="00457EFA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457EFA">
        <w:rPr>
          <w:rFonts w:asciiTheme="minorEastAsia" w:eastAsiaTheme="minorEastAsia" w:hAnsiTheme="minorEastAsia" w:hint="eastAsia"/>
          <w:sz w:val="24"/>
          <w:szCs w:val="24"/>
        </w:rPr>
        <w:t>カ年分の決算報告書</w:t>
      </w:r>
    </w:p>
    <w:p w:rsidR="000276FB" w:rsidRPr="00457EFA" w:rsidRDefault="00ED5DA5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457EFA">
        <w:rPr>
          <w:rFonts w:asciiTheme="minorEastAsia" w:hAnsiTheme="minorEastAsia" w:hint="eastAsia"/>
          <w:szCs w:val="21"/>
        </w:rPr>
        <w:t>同規模施設での納入実績(任意様式)</w:t>
      </w:r>
    </w:p>
    <w:p w:rsidR="00383926" w:rsidRPr="006765F4" w:rsidRDefault="00383926" w:rsidP="00400A63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連絡先</w:t>
      </w:r>
    </w:p>
    <w:p w:rsidR="008173B2" w:rsidRPr="006765F4" w:rsidRDefault="00383926" w:rsidP="00400A63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(</w:t>
      </w:r>
      <w:r w:rsidR="00A74B35" w:rsidRPr="006765F4">
        <w:rPr>
          <w:rFonts w:asciiTheme="minorEastAsia" w:eastAsiaTheme="minorEastAsia" w:hAnsiTheme="minorEastAsia" w:hint="eastAsia"/>
          <w:sz w:val="24"/>
          <w:szCs w:val="24"/>
        </w:rPr>
        <w:t>参加資格審査結果通知</w:t>
      </w:r>
      <w:r w:rsidR="00400A63" w:rsidRPr="006765F4">
        <w:rPr>
          <w:rFonts w:asciiTheme="minorEastAsia" w:eastAsiaTheme="minorEastAsia" w:hAnsiTheme="minorEastAsia" w:hint="eastAsia"/>
          <w:sz w:val="24"/>
          <w:szCs w:val="24"/>
        </w:rPr>
        <w:t>、落札決定通知、質問回答等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00A63" w:rsidRPr="006765F4" w:rsidTr="008173B2"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135"/>
                <w:kern w:val="0"/>
                <w:sz w:val="24"/>
                <w:szCs w:val="24"/>
                <w:fitText w:val="1260" w:id="-1745122560"/>
              </w:rPr>
              <w:t>所在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560"/>
              </w:rPr>
              <w:t>地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135"/>
                <w:kern w:val="0"/>
                <w:sz w:val="24"/>
                <w:szCs w:val="24"/>
                <w:fitText w:val="1260" w:id="-1745122304"/>
              </w:rPr>
              <w:t>部署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304"/>
              </w:rPr>
              <w:t>名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</w:tr>
      <w:tr w:rsidR="00400A63" w:rsidRPr="006765F4" w:rsidTr="008173B2"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商号又は名称：</w:t>
            </w:r>
          </w:p>
        </w:tc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50"/>
                <w:kern w:val="0"/>
                <w:sz w:val="24"/>
                <w:szCs w:val="24"/>
                <w:fitText w:val="1260" w:id="-1745122303"/>
              </w:rPr>
              <w:t>担当者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303"/>
              </w:rPr>
              <w:t>名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</w:tr>
      <w:tr w:rsidR="00400A63" w:rsidRPr="006765F4" w:rsidTr="008173B2"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50"/>
                <w:kern w:val="0"/>
                <w:sz w:val="24"/>
                <w:szCs w:val="24"/>
                <w:fitText w:val="1260" w:id="-1745122559"/>
              </w:rPr>
              <w:t>電話番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559"/>
              </w:rPr>
              <w:t>号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107"/>
                <w:kern w:val="0"/>
                <w:sz w:val="24"/>
                <w:szCs w:val="24"/>
                <w:fitText w:val="1260" w:id="-1745122302"/>
              </w:rPr>
              <w:t>E-mai</w:t>
            </w:r>
            <w:r w:rsidRPr="006765F4">
              <w:rPr>
                <w:rFonts w:asciiTheme="minorEastAsia" w:eastAsiaTheme="minorEastAsia" w:hAnsiTheme="minorEastAsia" w:hint="eastAsia"/>
                <w:spacing w:val="5"/>
                <w:kern w:val="0"/>
                <w:sz w:val="24"/>
                <w:szCs w:val="24"/>
                <w:fitText w:val="1260" w:id="-1745122302"/>
              </w:rPr>
              <w:t>l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：</w:t>
            </w:r>
          </w:p>
        </w:tc>
      </w:tr>
    </w:tbl>
    <w:p w:rsidR="00400A63" w:rsidRPr="006765F4" w:rsidRDefault="00383926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400A63" w:rsidRPr="006765F4">
        <w:rPr>
          <w:rFonts w:asciiTheme="minorEastAsia" w:eastAsiaTheme="minorEastAsia" w:hAnsiTheme="minorEastAsia" w:hint="eastAsia"/>
          <w:sz w:val="24"/>
          <w:szCs w:val="24"/>
        </w:rPr>
        <w:t>記入上の注意点</w:t>
      </w:r>
    </w:p>
    <w:p w:rsidR="00383926" w:rsidRPr="006765F4" w:rsidRDefault="00383926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　提出書類については、袋綴じの上</w:t>
      </w:r>
      <w:r w:rsidR="00E37B75" w:rsidRPr="006765F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提出するものとし、</w:t>
      </w:r>
      <w:r w:rsidR="00E37B75" w:rsidRPr="006765F4">
        <w:rPr>
          <w:rFonts w:asciiTheme="minorEastAsia" w:eastAsiaTheme="minorEastAsia" w:hAnsiTheme="minorEastAsia" w:hint="eastAsia"/>
          <w:sz w:val="24"/>
          <w:szCs w:val="24"/>
        </w:rPr>
        <w:t>以下の点に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注意すること。</w:t>
      </w:r>
    </w:p>
    <w:p w:rsidR="00383926" w:rsidRPr="006765F4" w:rsidRDefault="00383926" w:rsidP="00383926">
      <w:pPr>
        <w:pStyle w:val="ab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申請者（所在地、商号又は名称、代表者職・氏名、印）</w:t>
      </w:r>
    </w:p>
    <w:p w:rsidR="00383926" w:rsidRPr="006765F4" w:rsidRDefault="00383926" w:rsidP="00383926">
      <w:pPr>
        <w:pStyle w:val="ab"/>
        <w:ind w:leftChars="0" w:left="36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契約先となっている本店、営業所、支店等の情報を記載してください。</w:t>
      </w:r>
    </w:p>
    <w:p w:rsidR="00383926" w:rsidRPr="006765F4" w:rsidRDefault="00383926" w:rsidP="00383926">
      <w:pPr>
        <w:pStyle w:val="ab"/>
        <w:ind w:leftChars="0" w:left="360"/>
        <w:rPr>
          <w:rFonts w:asciiTheme="minorEastAsia" w:eastAsiaTheme="minorEastAsia" w:hAnsiTheme="minorEastAsia"/>
          <w:sz w:val="24"/>
          <w:szCs w:val="24"/>
        </w:rPr>
      </w:pPr>
    </w:p>
    <w:p w:rsidR="00383926" w:rsidRPr="006765F4" w:rsidRDefault="00383926" w:rsidP="00383926">
      <w:pPr>
        <w:pStyle w:val="ab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連絡先</w:t>
      </w:r>
    </w:p>
    <w:p w:rsidR="00383926" w:rsidRPr="00383926" w:rsidRDefault="00383926" w:rsidP="00383926">
      <w:pPr>
        <w:pStyle w:val="ab"/>
        <w:ind w:leftChars="0" w:left="360"/>
        <w:rPr>
          <w:rFonts w:asciiTheme="minorEastAsia" w:eastAsiaTheme="minorEastAsia" w:hAnsiTheme="minorEastAsia"/>
          <w:szCs w:val="21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入札・契約事務についての連絡先担当者の情報を記入し、必ず連絡のつくメールアドレスを記入してください。（ハ</w:t>
      </w:r>
      <w:r w:rsidRPr="00383926">
        <w:rPr>
          <w:rFonts w:asciiTheme="minorEastAsia" w:eastAsiaTheme="minorEastAsia" w:hAnsiTheme="minorEastAsia" w:hint="eastAsia"/>
          <w:szCs w:val="21"/>
        </w:rPr>
        <w:t>イフン、コンマ、ドット等の記号は、正確に記入してください。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sectPr w:rsidR="00383926" w:rsidRPr="00383926" w:rsidSect="006765F4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DC5" w:rsidRDefault="00D95DC5" w:rsidP="002C7B3F">
      <w:r>
        <w:separator/>
      </w:r>
    </w:p>
  </w:endnote>
  <w:endnote w:type="continuationSeparator" w:id="0">
    <w:p w:rsidR="00D95DC5" w:rsidRDefault="00D95DC5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DC5" w:rsidRDefault="00D95DC5" w:rsidP="002C7B3F">
      <w:r>
        <w:separator/>
      </w:r>
    </w:p>
  </w:footnote>
  <w:footnote w:type="continuationSeparator" w:id="0">
    <w:p w:rsidR="00D95DC5" w:rsidRDefault="00D95DC5" w:rsidP="002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07E" w:rsidRPr="006765F4" w:rsidRDefault="0037607E" w:rsidP="0037607E">
    <w:pPr>
      <w:pStyle w:val="a6"/>
      <w:jc w:val="right"/>
      <w:rPr>
        <w:sz w:val="24"/>
        <w:szCs w:val="24"/>
      </w:rPr>
    </w:pPr>
    <w:r w:rsidRPr="006765F4">
      <w:rPr>
        <w:rFonts w:hint="eastAsia"/>
        <w:sz w:val="24"/>
        <w:szCs w:val="24"/>
      </w:rPr>
      <w:t>（様式</w:t>
    </w:r>
    <w:r w:rsidR="00ED5DA5">
      <w:rPr>
        <w:rFonts w:hint="eastAsia"/>
        <w:sz w:val="24"/>
        <w:szCs w:val="24"/>
      </w:rPr>
      <w:t>1</w:t>
    </w:r>
    <w:r w:rsidRPr="006765F4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1CA"/>
    <w:multiLevelType w:val="hybridMultilevel"/>
    <w:tmpl w:val="DE004EFE"/>
    <w:lvl w:ilvl="0" w:tplc="0AC2253C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B78AAD16">
      <w:start w:val="1"/>
      <w:numFmt w:val="decimalFullWidth"/>
      <w:lvlText w:val="（%2）"/>
      <w:lvlJc w:val="left"/>
      <w:pPr>
        <w:ind w:left="1140" w:hanging="720"/>
      </w:pPr>
      <w:rPr>
        <w:rFonts w:hint="default"/>
        <w:lang w:val="en-US"/>
      </w:rPr>
    </w:lvl>
    <w:lvl w:ilvl="2" w:tplc="D884FE10">
      <w:start w:val="1"/>
      <w:numFmt w:val="decimalFullWidth"/>
      <w:lvlText w:val="（%3）"/>
      <w:lvlJc w:val="left"/>
      <w:pPr>
        <w:ind w:left="1200" w:hanging="360"/>
      </w:pPr>
      <w:rPr>
        <w:rFonts w:hint="default"/>
      </w:rPr>
    </w:lvl>
    <w:lvl w:ilvl="3" w:tplc="B58670E6">
      <w:start w:val="1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694CF19C">
      <w:start w:val="1"/>
      <w:numFmt w:val="irohaFullWidth"/>
      <w:lvlText w:val="%5．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207B8A"/>
    <w:multiLevelType w:val="hybridMultilevel"/>
    <w:tmpl w:val="7C32FA3A"/>
    <w:lvl w:ilvl="0" w:tplc="EC2619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D75DD2"/>
    <w:multiLevelType w:val="hybridMultilevel"/>
    <w:tmpl w:val="67386354"/>
    <w:lvl w:ilvl="0" w:tplc="FA763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871545"/>
    <w:multiLevelType w:val="hybridMultilevel"/>
    <w:tmpl w:val="F0DCC04E"/>
    <w:lvl w:ilvl="0" w:tplc="41A606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A33"/>
    <w:rsid w:val="0002123D"/>
    <w:rsid w:val="000276FB"/>
    <w:rsid w:val="000573DC"/>
    <w:rsid w:val="00093D74"/>
    <w:rsid w:val="000C5590"/>
    <w:rsid w:val="000E1AB9"/>
    <w:rsid w:val="000E1B5B"/>
    <w:rsid w:val="001C0DC2"/>
    <w:rsid w:val="00227E3D"/>
    <w:rsid w:val="002938E3"/>
    <w:rsid w:val="002A692B"/>
    <w:rsid w:val="002C7037"/>
    <w:rsid w:val="002C7B3F"/>
    <w:rsid w:val="0037607E"/>
    <w:rsid w:val="0037629D"/>
    <w:rsid w:val="00383926"/>
    <w:rsid w:val="003A77EB"/>
    <w:rsid w:val="00400A63"/>
    <w:rsid w:val="00457EFA"/>
    <w:rsid w:val="004E0158"/>
    <w:rsid w:val="00511B7E"/>
    <w:rsid w:val="00532AD7"/>
    <w:rsid w:val="00535E0F"/>
    <w:rsid w:val="00663C66"/>
    <w:rsid w:val="006765F4"/>
    <w:rsid w:val="006D2504"/>
    <w:rsid w:val="0070224B"/>
    <w:rsid w:val="00732408"/>
    <w:rsid w:val="00774994"/>
    <w:rsid w:val="007F35A5"/>
    <w:rsid w:val="008173B2"/>
    <w:rsid w:val="008A3CAD"/>
    <w:rsid w:val="00904C87"/>
    <w:rsid w:val="00951E5C"/>
    <w:rsid w:val="00973B56"/>
    <w:rsid w:val="009D33F6"/>
    <w:rsid w:val="009D55E8"/>
    <w:rsid w:val="00A74B35"/>
    <w:rsid w:val="00AC48BC"/>
    <w:rsid w:val="00B22C5E"/>
    <w:rsid w:val="00B80F38"/>
    <w:rsid w:val="00BA5EDF"/>
    <w:rsid w:val="00C50659"/>
    <w:rsid w:val="00C96F91"/>
    <w:rsid w:val="00D00DE5"/>
    <w:rsid w:val="00D95DC5"/>
    <w:rsid w:val="00DA1936"/>
    <w:rsid w:val="00DC6A33"/>
    <w:rsid w:val="00E36ECC"/>
    <w:rsid w:val="00E37B75"/>
    <w:rsid w:val="00EC6123"/>
    <w:rsid w:val="00ED5DA5"/>
    <w:rsid w:val="00F46468"/>
    <w:rsid w:val="00F51396"/>
    <w:rsid w:val="00F97DE8"/>
    <w:rsid w:val="00FA3641"/>
    <w:rsid w:val="00FA7E5F"/>
    <w:rsid w:val="00FB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89D93C2"/>
  <w15:chartTrackingRefBased/>
  <w15:docId w15:val="{FA37531A-6A36-49BE-BEE2-AEF7D61B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  <w:style w:type="table" w:styleId="aa">
    <w:name w:val="Table Grid"/>
    <w:basedOn w:val="a1"/>
    <w:uiPriority w:val="59"/>
    <w:rsid w:val="00817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D33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Temp\Temp2_68380dfddba1419966acaff0c8b3fd8e.zip\&#20837;&#26413;&#26360;&#39006;\&#20837;&#26413;&#21442;&#21152;&#36039;&#26684;&#30906;&#35469;&#23529;&#26619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入札参加資格確認審査申請書.dot</Template>
  <TotalTime>107</TotalTime>
  <Pages>2</Pages>
  <Words>560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首都圏事務局 高橋 純</dc:creator>
  <cp:keywords/>
  <dc:description/>
  <cp:lastModifiedBy>首都圏事務局 高橋 純</cp:lastModifiedBy>
  <cp:revision>12</cp:revision>
  <cp:lastPrinted>2022-01-11T10:02:00Z</cp:lastPrinted>
  <dcterms:created xsi:type="dcterms:W3CDTF">2020-09-03T06:28:00Z</dcterms:created>
  <dcterms:modified xsi:type="dcterms:W3CDTF">2022-01-15T06:29:00Z</dcterms:modified>
</cp:coreProperties>
</file>