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5C0F" w:rsidRPr="000D0108" w:rsidRDefault="00ED2B1B" w:rsidP="00A17E8B">
      <w:pPr>
        <w:jc w:val="center"/>
        <w:rPr>
          <w:rFonts w:asciiTheme="minorEastAsia" w:eastAsiaTheme="minorEastAsia" w:hAnsiTheme="minorEastAsia"/>
          <w:kern w:val="0"/>
          <w:sz w:val="36"/>
        </w:rPr>
      </w:pPr>
      <w:r w:rsidRPr="000D0108">
        <w:rPr>
          <w:rFonts w:asciiTheme="minorEastAsia" w:eastAsiaTheme="minorEastAsia" w:hAnsiTheme="minorEastAsia" w:hint="eastAsia"/>
          <w:kern w:val="0"/>
          <w:sz w:val="36"/>
        </w:rPr>
        <w:t>施工実績</w:t>
      </w:r>
      <w:r w:rsidR="000F40AA" w:rsidRPr="000D0108">
        <w:rPr>
          <w:rFonts w:asciiTheme="minorEastAsia" w:eastAsiaTheme="minorEastAsia" w:hAnsiTheme="minorEastAsia" w:hint="eastAsia"/>
          <w:kern w:val="0"/>
          <w:sz w:val="36"/>
        </w:rPr>
        <w:t>証明</w:t>
      </w:r>
      <w:r w:rsidR="00A17E8B" w:rsidRPr="000D0108">
        <w:rPr>
          <w:rFonts w:asciiTheme="minorEastAsia" w:eastAsiaTheme="minorEastAsia" w:hAnsiTheme="minorEastAsia" w:hint="eastAsia"/>
          <w:kern w:val="0"/>
          <w:sz w:val="36"/>
        </w:rPr>
        <w:t>調</w:t>
      </w:r>
      <w:r w:rsidR="00E05C0F" w:rsidRPr="000D0108">
        <w:rPr>
          <w:rFonts w:asciiTheme="minorEastAsia" w:eastAsiaTheme="minorEastAsia" w:hAnsiTheme="minorEastAsia" w:hint="eastAsia"/>
          <w:kern w:val="0"/>
          <w:sz w:val="36"/>
        </w:rPr>
        <w:t>書</w:t>
      </w:r>
    </w:p>
    <w:p w:rsidR="005D6E49" w:rsidRPr="002A10A9" w:rsidRDefault="005D6E49" w:rsidP="005D6E49">
      <w:pPr>
        <w:jc w:val="right"/>
        <w:rPr>
          <w:rFonts w:asciiTheme="minorEastAsia" w:eastAsiaTheme="minorEastAsia" w:hAnsiTheme="minorEastAsia"/>
          <w:sz w:val="24"/>
          <w:szCs w:val="24"/>
        </w:rPr>
      </w:pPr>
      <w:r w:rsidRPr="002A10A9">
        <w:rPr>
          <w:rFonts w:asciiTheme="minorEastAsia" w:eastAsiaTheme="minorEastAsia" w:hAnsiTheme="minorEastAsia" w:hint="eastAsia"/>
          <w:sz w:val="24"/>
          <w:szCs w:val="24"/>
        </w:rPr>
        <w:t>令和　　年　　月　　日</w:t>
      </w:r>
    </w:p>
    <w:p w:rsidR="005D6E49" w:rsidRPr="002A10A9" w:rsidRDefault="005D6E49" w:rsidP="005D6E49">
      <w:pPr>
        <w:rPr>
          <w:rFonts w:asciiTheme="minorEastAsia" w:eastAsiaTheme="minorEastAsia" w:hAnsiTheme="minorEastAsia" w:hint="eastAsia"/>
          <w:sz w:val="24"/>
          <w:szCs w:val="24"/>
        </w:rPr>
      </w:pPr>
    </w:p>
    <w:p w:rsidR="005D6E49" w:rsidRPr="002A10A9" w:rsidRDefault="005D6E49" w:rsidP="005D6E49">
      <w:pPr>
        <w:ind w:firstLineChars="700" w:firstLine="1680"/>
        <w:rPr>
          <w:rFonts w:asciiTheme="minorEastAsia" w:eastAsiaTheme="minorEastAsia" w:hAnsiTheme="minorEastAsia"/>
          <w:sz w:val="24"/>
          <w:szCs w:val="24"/>
          <w:u w:val="single"/>
        </w:rPr>
      </w:pPr>
      <w:r w:rsidRPr="002A10A9"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　　　　　</w:t>
      </w:r>
      <w:r w:rsidRPr="002A10A9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商号又は名称　</w:t>
      </w:r>
      <w:r w:rsidR="002A10A9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　　　　　　　</w:t>
      </w:r>
      <w:r w:rsidRPr="002A10A9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　　　　　　　　　　　　　　　</w:t>
      </w:r>
    </w:p>
    <w:p w:rsidR="00E05C0F" w:rsidRPr="002A10A9" w:rsidRDefault="00E05C0F" w:rsidP="00E05C0F">
      <w:pPr>
        <w:rPr>
          <w:rFonts w:asciiTheme="minorEastAsia" w:eastAsiaTheme="minorEastAsia" w:hAnsiTheme="minorEastAsia"/>
          <w:sz w:val="24"/>
          <w:szCs w:val="24"/>
          <w:u w:val="single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62"/>
        <w:gridCol w:w="2410"/>
        <w:gridCol w:w="7098"/>
      </w:tblGrid>
      <w:tr w:rsidR="00E05C0F" w:rsidRPr="002A10A9" w:rsidTr="00046ABB">
        <w:tc>
          <w:tcPr>
            <w:tcW w:w="562" w:type="dxa"/>
            <w:vMerge w:val="restart"/>
            <w:textDirection w:val="tbRlV"/>
          </w:tcPr>
          <w:p w:rsidR="00E05C0F" w:rsidRPr="002A10A9" w:rsidRDefault="00E05C0F" w:rsidP="00E05C0F">
            <w:pPr>
              <w:ind w:left="113" w:right="113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A10A9">
              <w:rPr>
                <w:rFonts w:asciiTheme="minorEastAsia" w:eastAsiaTheme="minorEastAsia" w:hAnsiTheme="minorEastAsia" w:hint="eastAsia"/>
                <w:sz w:val="24"/>
                <w:szCs w:val="24"/>
              </w:rPr>
              <w:t>工事名称等</w:t>
            </w:r>
          </w:p>
        </w:tc>
        <w:tc>
          <w:tcPr>
            <w:tcW w:w="2410" w:type="dxa"/>
            <w:vAlign w:val="center"/>
          </w:tcPr>
          <w:p w:rsidR="00E05C0F" w:rsidRPr="002A10A9" w:rsidRDefault="00E05C0F" w:rsidP="00E05C0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A10A9">
              <w:rPr>
                <w:rFonts w:asciiTheme="minorEastAsia" w:eastAsiaTheme="minorEastAsia" w:hAnsiTheme="minorEastAsia" w:hint="eastAsia"/>
                <w:sz w:val="24"/>
                <w:szCs w:val="24"/>
              </w:rPr>
              <w:t>工事名</w:t>
            </w:r>
          </w:p>
        </w:tc>
        <w:tc>
          <w:tcPr>
            <w:tcW w:w="7098" w:type="dxa"/>
          </w:tcPr>
          <w:p w:rsidR="00E05C0F" w:rsidRPr="002A10A9" w:rsidRDefault="00E05C0F" w:rsidP="00E05C0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5D6E49" w:rsidRDefault="005D6E49" w:rsidP="00E05C0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2A10A9" w:rsidRPr="002A10A9" w:rsidRDefault="002A10A9" w:rsidP="00E05C0F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</w:tr>
      <w:tr w:rsidR="00E05C0F" w:rsidRPr="002A10A9" w:rsidTr="00046ABB">
        <w:tc>
          <w:tcPr>
            <w:tcW w:w="562" w:type="dxa"/>
            <w:vMerge/>
            <w:textDirection w:val="tbRlV"/>
          </w:tcPr>
          <w:p w:rsidR="00E05C0F" w:rsidRPr="002A10A9" w:rsidRDefault="00E05C0F" w:rsidP="00E05C0F">
            <w:pPr>
              <w:ind w:left="113" w:right="113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05C0F" w:rsidRPr="002A10A9" w:rsidRDefault="00E05C0F" w:rsidP="00E05C0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A10A9">
              <w:rPr>
                <w:rFonts w:asciiTheme="minorEastAsia" w:eastAsiaTheme="minorEastAsia" w:hAnsiTheme="minorEastAsia" w:hint="eastAsia"/>
                <w:sz w:val="24"/>
                <w:szCs w:val="24"/>
              </w:rPr>
              <w:t>発注者名</w:t>
            </w:r>
          </w:p>
        </w:tc>
        <w:tc>
          <w:tcPr>
            <w:tcW w:w="7098" w:type="dxa"/>
          </w:tcPr>
          <w:p w:rsidR="00E05C0F" w:rsidRDefault="00E05C0F" w:rsidP="00E05C0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2A10A9" w:rsidRPr="002A10A9" w:rsidRDefault="002A10A9" w:rsidP="00E05C0F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bookmarkStart w:id="0" w:name="_GoBack"/>
            <w:bookmarkEnd w:id="0"/>
          </w:p>
          <w:p w:rsidR="00E05C0F" w:rsidRPr="002A10A9" w:rsidRDefault="00E05C0F" w:rsidP="00E05C0F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</w:tr>
      <w:tr w:rsidR="00E05C0F" w:rsidRPr="002A10A9" w:rsidTr="00046ABB">
        <w:tc>
          <w:tcPr>
            <w:tcW w:w="562" w:type="dxa"/>
            <w:vMerge/>
            <w:textDirection w:val="tbRlV"/>
          </w:tcPr>
          <w:p w:rsidR="00E05C0F" w:rsidRPr="002A10A9" w:rsidRDefault="00E05C0F" w:rsidP="00E05C0F">
            <w:pPr>
              <w:ind w:left="113" w:right="113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05C0F" w:rsidRPr="002A10A9" w:rsidRDefault="00E05C0F" w:rsidP="00E05C0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A10A9">
              <w:rPr>
                <w:rFonts w:asciiTheme="minorEastAsia" w:eastAsiaTheme="minorEastAsia" w:hAnsiTheme="minorEastAsia" w:hint="eastAsia"/>
                <w:sz w:val="24"/>
                <w:szCs w:val="24"/>
              </w:rPr>
              <w:t>施工場所</w:t>
            </w:r>
          </w:p>
        </w:tc>
        <w:tc>
          <w:tcPr>
            <w:tcW w:w="7098" w:type="dxa"/>
          </w:tcPr>
          <w:p w:rsidR="00E05C0F" w:rsidRPr="002A10A9" w:rsidRDefault="00E05C0F" w:rsidP="00E05C0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5D6E49" w:rsidRPr="002A10A9" w:rsidRDefault="005D6E49" w:rsidP="00E05C0F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</w:tr>
      <w:tr w:rsidR="00E05C0F" w:rsidRPr="002A10A9" w:rsidTr="00046ABB">
        <w:tc>
          <w:tcPr>
            <w:tcW w:w="562" w:type="dxa"/>
            <w:vMerge/>
            <w:textDirection w:val="tbRlV"/>
          </w:tcPr>
          <w:p w:rsidR="00E05C0F" w:rsidRPr="002A10A9" w:rsidRDefault="00E05C0F" w:rsidP="00E05C0F">
            <w:pPr>
              <w:ind w:left="113" w:right="113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05C0F" w:rsidRPr="002A10A9" w:rsidRDefault="00E05C0F" w:rsidP="00E05C0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A10A9">
              <w:rPr>
                <w:rFonts w:asciiTheme="minorEastAsia" w:eastAsiaTheme="minorEastAsia" w:hAnsiTheme="minorEastAsia" w:hint="eastAsia"/>
                <w:sz w:val="24"/>
                <w:szCs w:val="24"/>
              </w:rPr>
              <w:t>契約金額</w:t>
            </w:r>
          </w:p>
        </w:tc>
        <w:tc>
          <w:tcPr>
            <w:tcW w:w="7098" w:type="dxa"/>
          </w:tcPr>
          <w:p w:rsidR="005D6E49" w:rsidRPr="002A10A9" w:rsidRDefault="005D6E49" w:rsidP="00E05C0F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:rsidR="00E05C0F" w:rsidRPr="002A10A9" w:rsidRDefault="00E05C0F" w:rsidP="00E05C0F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</w:tr>
      <w:tr w:rsidR="00E05C0F" w:rsidRPr="002A10A9" w:rsidTr="00046ABB">
        <w:tc>
          <w:tcPr>
            <w:tcW w:w="562" w:type="dxa"/>
            <w:vMerge/>
            <w:textDirection w:val="tbRlV"/>
          </w:tcPr>
          <w:p w:rsidR="00E05C0F" w:rsidRPr="002A10A9" w:rsidRDefault="00E05C0F" w:rsidP="00E05C0F">
            <w:pPr>
              <w:ind w:left="113" w:right="113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05C0F" w:rsidRPr="002A10A9" w:rsidRDefault="00E05C0F" w:rsidP="00E05C0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A10A9">
              <w:rPr>
                <w:rFonts w:asciiTheme="minorEastAsia" w:eastAsiaTheme="minorEastAsia" w:hAnsiTheme="minorEastAsia" w:hint="eastAsia"/>
                <w:sz w:val="24"/>
                <w:szCs w:val="24"/>
              </w:rPr>
              <w:t>工期</w:t>
            </w:r>
          </w:p>
        </w:tc>
        <w:tc>
          <w:tcPr>
            <w:tcW w:w="7098" w:type="dxa"/>
          </w:tcPr>
          <w:p w:rsidR="001F1FC2" w:rsidRPr="002A10A9" w:rsidRDefault="001F1FC2" w:rsidP="00E05C0F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:rsidR="00E05C0F" w:rsidRPr="002A10A9" w:rsidRDefault="00E05C0F" w:rsidP="00E05C0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A10A9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　年　　　月　　　日　～　　</w:t>
            </w:r>
            <w:r w:rsidR="001F1FC2" w:rsidRPr="002A10A9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年　　　月　　　日</w:t>
            </w:r>
          </w:p>
          <w:p w:rsidR="001F1FC2" w:rsidRPr="002A10A9" w:rsidRDefault="001F1FC2" w:rsidP="00E05C0F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</w:tr>
      <w:tr w:rsidR="00E05C0F" w:rsidRPr="002A10A9" w:rsidTr="00046ABB">
        <w:tc>
          <w:tcPr>
            <w:tcW w:w="562" w:type="dxa"/>
            <w:vMerge/>
            <w:textDirection w:val="tbRlV"/>
          </w:tcPr>
          <w:p w:rsidR="00E05C0F" w:rsidRPr="002A10A9" w:rsidRDefault="00E05C0F" w:rsidP="00E05C0F">
            <w:pPr>
              <w:ind w:left="113" w:right="113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05C0F" w:rsidRPr="002A10A9" w:rsidRDefault="00E05C0F" w:rsidP="00E05C0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A10A9">
              <w:rPr>
                <w:rFonts w:asciiTheme="minorEastAsia" w:eastAsiaTheme="minorEastAsia" w:hAnsiTheme="minorEastAsia" w:hint="eastAsia"/>
                <w:sz w:val="24"/>
                <w:szCs w:val="24"/>
              </w:rPr>
              <w:t>受注形態等</w:t>
            </w:r>
          </w:p>
        </w:tc>
        <w:tc>
          <w:tcPr>
            <w:tcW w:w="7098" w:type="dxa"/>
          </w:tcPr>
          <w:p w:rsidR="00E05C0F" w:rsidRPr="002A10A9" w:rsidRDefault="00E05C0F" w:rsidP="00E05C0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E05C0F" w:rsidRPr="002A10A9" w:rsidRDefault="001F1FC2" w:rsidP="00E05C0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A10A9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　単体　　　／　　共同企業体　（出資比率　　％）</w:t>
            </w:r>
          </w:p>
          <w:p w:rsidR="00E05C0F" w:rsidRPr="002A10A9" w:rsidRDefault="00E05C0F" w:rsidP="00E05C0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05C0F" w:rsidRPr="002A10A9" w:rsidTr="00046ABB">
        <w:tc>
          <w:tcPr>
            <w:tcW w:w="562" w:type="dxa"/>
            <w:vMerge w:val="restart"/>
            <w:textDirection w:val="tbRlV"/>
          </w:tcPr>
          <w:p w:rsidR="00E05C0F" w:rsidRPr="002A10A9" w:rsidRDefault="00E05C0F" w:rsidP="00E05C0F">
            <w:pPr>
              <w:ind w:left="113" w:right="113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A10A9">
              <w:rPr>
                <w:rFonts w:asciiTheme="minorEastAsia" w:eastAsiaTheme="minorEastAsia" w:hAnsiTheme="minorEastAsia" w:hint="eastAsia"/>
                <w:sz w:val="24"/>
                <w:szCs w:val="24"/>
              </w:rPr>
              <w:t>工事等概要</w:t>
            </w:r>
          </w:p>
        </w:tc>
        <w:tc>
          <w:tcPr>
            <w:tcW w:w="2410" w:type="dxa"/>
            <w:vAlign w:val="center"/>
          </w:tcPr>
          <w:p w:rsidR="00E05C0F" w:rsidRPr="002A10A9" w:rsidRDefault="00E05C0F" w:rsidP="00E05C0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A10A9">
              <w:rPr>
                <w:rFonts w:asciiTheme="minorEastAsia" w:eastAsiaTheme="minorEastAsia" w:hAnsiTheme="minorEastAsia" w:hint="eastAsia"/>
                <w:sz w:val="24"/>
                <w:szCs w:val="24"/>
              </w:rPr>
              <w:t>建物用途</w:t>
            </w:r>
          </w:p>
        </w:tc>
        <w:tc>
          <w:tcPr>
            <w:tcW w:w="7098" w:type="dxa"/>
          </w:tcPr>
          <w:p w:rsidR="00E05C0F" w:rsidRPr="002A10A9" w:rsidRDefault="00E05C0F" w:rsidP="00E05C0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E05C0F" w:rsidRPr="002A10A9" w:rsidRDefault="00E05C0F" w:rsidP="00E05C0F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</w:tr>
      <w:tr w:rsidR="00E05C0F" w:rsidRPr="002A10A9" w:rsidTr="00046ABB">
        <w:tc>
          <w:tcPr>
            <w:tcW w:w="562" w:type="dxa"/>
            <w:vMerge/>
          </w:tcPr>
          <w:p w:rsidR="00E05C0F" w:rsidRPr="002A10A9" w:rsidRDefault="00E05C0F" w:rsidP="00E05C0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05C0F" w:rsidRPr="002A10A9" w:rsidRDefault="00E05C0F" w:rsidP="00E05C0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A10A9">
              <w:rPr>
                <w:rFonts w:asciiTheme="minorEastAsia" w:eastAsiaTheme="minorEastAsia" w:hAnsiTheme="minorEastAsia" w:hint="eastAsia"/>
                <w:sz w:val="24"/>
                <w:szCs w:val="24"/>
              </w:rPr>
              <w:t>規模等</w:t>
            </w:r>
          </w:p>
        </w:tc>
        <w:tc>
          <w:tcPr>
            <w:tcW w:w="7098" w:type="dxa"/>
          </w:tcPr>
          <w:p w:rsidR="00E05C0F" w:rsidRPr="002A10A9" w:rsidRDefault="00E05C0F" w:rsidP="00E05C0F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:rsidR="00E05C0F" w:rsidRPr="002A10A9" w:rsidRDefault="00E05C0F" w:rsidP="00E05C0F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</w:tr>
      <w:tr w:rsidR="00E05C0F" w:rsidRPr="002A10A9" w:rsidTr="00046ABB">
        <w:trPr>
          <w:trHeight w:val="850"/>
        </w:trPr>
        <w:tc>
          <w:tcPr>
            <w:tcW w:w="562" w:type="dxa"/>
            <w:vMerge/>
          </w:tcPr>
          <w:p w:rsidR="00E05C0F" w:rsidRPr="002A10A9" w:rsidRDefault="00E05C0F" w:rsidP="00E05C0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05C0F" w:rsidRPr="002A10A9" w:rsidRDefault="00E05C0F" w:rsidP="00E05C0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A10A9">
              <w:rPr>
                <w:rFonts w:asciiTheme="minorEastAsia" w:eastAsiaTheme="minorEastAsia" w:hAnsiTheme="minorEastAsia" w:hint="eastAsia"/>
                <w:sz w:val="24"/>
                <w:szCs w:val="24"/>
              </w:rPr>
              <w:t>その他</w:t>
            </w:r>
          </w:p>
        </w:tc>
        <w:tc>
          <w:tcPr>
            <w:tcW w:w="7098" w:type="dxa"/>
          </w:tcPr>
          <w:p w:rsidR="00E05C0F" w:rsidRPr="002A10A9" w:rsidRDefault="00E05C0F" w:rsidP="00E05C0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:rsidR="00E05C0F" w:rsidRPr="002A10A9" w:rsidRDefault="00740A3D" w:rsidP="00E05C0F">
      <w:pPr>
        <w:rPr>
          <w:rFonts w:asciiTheme="minorEastAsia" w:eastAsiaTheme="minorEastAsia" w:hAnsiTheme="minorEastAsia"/>
          <w:sz w:val="24"/>
          <w:szCs w:val="24"/>
        </w:rPr>
      </w:pPr>
      <w:r w:rsidRPr="002A10A9">
        <w:rPr>
          <w:rFonts w:asciiTheme="minorEastAsia" w:eastAsiaTheme="minorEastAsia" w:hAnsiTheme="minorEastAsia" w:hint="eastAsia"/>
          <w:sz w:val="24"/>
          <w:szCs w:val="24"/>
        </w:rPr>
        <w:t>＜注＞</w:t>
      </w:r>
    </w:p>
    <w:p w:rsidR="00740A3D" w:rsidRPr="002A10A9" w:rsidRDefault="00740A3D" w:rsidP="00740A3D">
      <w:pPr>
        <w:rPr>
          <w:rFonts w:asciiTheme="minorEastAsia" w:eastAsiaTheme="minorEastAsia" w:hAnsiTheme="minorEastAsia"/>
          <w:sz w:val="24"/>
          <w:szCs w:val="24"/>
        </w:rPr>
      </w:pPr>
      <w:r w:rsidRPr="002A10A9">
        <w:rPr>
          <w:rFonts w:asciiTheme="minorEastAsia" w:eastAsiaTheme="minorEastAsia" w:hAnsiTheme="minorEastAsia" w:hint="eastAsia"/>
          <w:sz w:val="24"/>
          <w:szCs w:val="24"/>
        </w:rPr>
        <w:t>※</w:t>
      </w:r>
      <w:r w:rsidR="00E05C0F" w:rsidRPr="002A10A9">
        <w:rPr>
          <w:rFonts w:asciiTheme="minorEastAsia" w:eastAsiaTheme="minorEastAsia" w:hAnsiTheme="minorEastAsia" w:hint="eastAsia"/>
          <w:sz w:val="24"/>
          <w:szCs w:val="24"/>
        </w:rPr>
        <w:t>１</w:t>
      </w:r>
      <w:r w:rsidRPr="002A10A9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E05C0F" w:rsidRPr="002A10A9">
        <w:rPr>
          <w:rFonts w:asciiTheme="minorEastAsia" w:eastAsiaTheme="minorEastAsia" w:hAnsiTheme="minorEastAsia" w:hint="eastAsia"/>
          <w:sz w:val="24"/>
          <w:szCs w:val="24"/>
        </w:rPr>
        <w:t>工事等の施工実績</w:t>
      </w:r>
      <w:r w:rsidR="00621B27" w:rsidRPr="002A10A9">
        <w:rPr>
          <w:rFonts w:asciiTheme="minorEastAsia" w:eastAsiaTheme="minorEastAsia" w:hAnsiTheme="minorEastAsia" w:hint="eastAsia"/>
          <w:sz w:val="24"/>
          <w:szCs w:val="24"/>
        </w:rPr>
        <w:t>は、それぞれ</w:t>
      </w:r>
      <w:r w:rsidR="000D0108" w:rsidRPr="002A10A9">
        <w:rPr>
          <w:rFonts w:asciiTheme="minorEastAsia" w:eastAsiaTheme="minorEastAsia" w:hAnsiTheme="minorEastAsia" w:hint="eastAsia"/>
          <w:sz w:val="24"/>
          <w:szCs w:val="24"/>
        </w:rPr>
        <w:t>１工事</w:t>
      </w:r>
      <w:r w:rsidR="00621B27" w:rsidRPr="002A10A9">
        <w:rPr>
          <w:rFonts w:asciiTheme="minorEastAsia" w:eastAsiaTheme="minorEastAsia" w:hAnsiTheme="minorEastAsia" w:hint="eastAsia"/>
          <w:sz w:val="24"/>
          <w:szCs w:val="24"/>
        </w:rPr>
        <w:t>のみの記載とすること。</w:t>
      </w:r>
    </w:p>
    <w:p w:rsidR="00740A3D" w:rsidRPr="002A10A9" w:rsidRDefault="00740A3D" w:rsidP="00740A3D">
      <w:pPr>
        <w:rPr>
          <w:rFonts w:asciiTheme="minorEastAsia" w:eastAsiaTheme="minorEastAsia" w:hAnsiTheme="minorEastAsia"/>
          <w:sz w:val="24"/>
          <w:szCs w:val="24"/>
        </w:rPr>
      </w:pPr>
      <w:r w:rsidRPr="002A10A9">
        <w:rPr>
          <w:rFonts w:asciiTheme="minorEastAsia" w:hAnsiTheme="minorEastAsia" w:hint="eastAsia"/>
          <w:sz w:val="24"/>
          <w:szCs w:val="24"/>
        </w:rPr>
        <w:t xml:space="preserve">※２　</w:t>
      </w:r>
      <w:r w:rsidR="00E05C0F" w:rsidRPr="002A10A9">
        <w:rPr>
          <w:rFonts w:asciiTheme="minorEastAsia" w:hAnsiTheme="minorEastAsia" w:hint="eastAsia"/>
          <w:sz w:val="24"/>
          <w:szCs w:val="24"/>
        </w:rPr>
        <w:t>受注形態</w:t>
      </w:r>
      <w:r w:rsidR="00A23AC8" w:rsidRPr="002A10A9">
        <w:rPr>
          <w:rFonts w:asciiTheme="minorEastAsia" w:hAnsiTheme="minorEastAsia" w:hint="eastAsia"/>
          <w:sz w:val="24"/>
          <w:szCs w:val="24"/>
        </w:rPr>
        <w:t>等</w:t>
      </w:r>
      <w:r w:rsidR="00E05C0F" w:rsidRPr="002A10A9">
        <w:rPr>
          <w:rFonts w:asciiTheme="minorEastAsia" w:hAnsiTheme="minorEastAsia" w:hint="eastAsia"/>
          <w:sz w:val="24"/>
          <w:szCs w:val="24"/>
        </w:rPr>
        <w:t>は、該当しないものを抹消すること</w:t>
      </w:r>
      <w:r w:rsidR="00EC062B" w:rsidRPr="002A10A9">
        <w:rPr>
          <w:rFonts w:asciiTheme="minorEastAsia" w:hAnsiTheme="minorEastAsia" w:hint="eastAsia"/>
          <w:sz w:val="24"/>
          <w:szCs w:val="24"/>
        </w:rPr>
        <w:t>(一次下請けまで記入要)</w:t>
      </w:r>
    </w:p>
    <w:p w:rsidR="00740A3D" w:rsidRPr="002A10A9" w:rsidRDefault="00740A3D" w:rsidP="00740A3D">
      <w:pPr>
        <w:rPr>
          <w:rFonts w:asciiTheme="minorEastAsia" w:eastAsiaTheme="minorEastAsia" w:hAnsiTheme="minorEastAsia"/>
          <w:sz w:val="24"/>
          <w:szCs w:val="24"/>
        </w:rPr>
      </w:pPr>
      <w:r w:rsidRPr="002A10A9">
        <w:rPr>
          <w:rFonts w:asciiTheme="minorEastAsia" w:hAnsiTheme="minorEastAsia" w:hint="eastAsia"/>
          <w:sz w:val="24"/>
          <w:szCs w:val="24"/>
        </w:rPr>
        <w:t xml:space="preserve">※３　</w:t>
      </w:r>
      <w:r w:rsidR="00E05C0F" w:rsidRPr="002A10A9">
        <w:rPr>
          <w:rFonts w:asciiTheme="minorEastAsia" w:hAnsiTheme="minorEastAsia" w:hint="eastAsia"/>
          <w:sz w:val="24"/>
          <w:szCs w:val="24"/>
        </w:rPr>
        <w:t>施工実績について、的確に判断できる具体的項目を記載すること。</w:t>
      </w:r>
    </w:p>
    <w:p w:rsidR="00A06D51" w:rsidRPr="002A10A9" w:rsidRDefault="00740A3D" w:rsidP="00740A3D">
      <w:pPr>
        <w:rPr>
          <w:rFonts w:asciiTheme="minorEastAsia" w:eastAsiaTheme="minorEastAsia" w:hAnsiTheme="minorEastAsia"/>
          <w:sz w:val="24"/>
          <w:szCs w:val="24"/>
        </w:rPr>
      </w:pPr>
      <w:r w:rsidRPr="002A10A9">
        <w:rPr>
          <w:rFonts w:asciiTheme="minorEastAsia" w:hAnsiTheme="minorEastAsia" w:hint="eastAsia"/>
          <w:sz w:val="24"/>
          <w:szCs w:val="24"/>
        </w:rPr>
        <w:t xml:space="preserve">※４　</w:t>
      </w:r>
      <w:r w:rsidR="00A06D51" w:rsidRPr="002A10A9">
        <w:rPr>
          <w:rFonts w:asciiTheme="minorEastAsia" w:hAnsiTheme="minorEastAsia" w:hint="eastAsia"/>
          <w:sz w:val="24"/>
          <w:szCs w:val="24"/>
        </w:rPr>
        <w:t>上記に係る契約書の写し等、施工概要がわかるものを添付すること。</w:t>
      </w:r>
    </w:p>
    <w:p w:rsidR="00A06D51" w:rsidRPr="002A10A9" w:rsidRDefault="00A06D51" w:rsidP="002A10A9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2A10A9">
        <w:rPr>
          <w:rFonts w:asciiTheme="minorEastAsia" w:hAnsiTheme="minorEastAsia" w:hint="eastAsia"/>
          <w:sz w:val="24"/>
          <w:szCs w:val="24"/>
        </w:rPr>
        <w:t>参考</w:t>
      </w:r>
      <w:r w:rsidR="002A10A9">
        <w:rPr>
          <w:rFonts w:asciiTheme="minorEastAsia" w:hAnsiTheme="minorEastAsia" w:hint="eastAsia"/>
          <w:sz w:val="24"/>
          <w:szCs w:val="24"/>
        </w:rPr>
        <w:t>：</w:t>
      </w:r>
      <w:r w:rsidRPr="002A10A9">
        <w:rPr>
          <w:rFonts w:asciiTheme="minorEastAsia" w:hAnsiTheme="minorEastAsia" w:hint="eastAsia"/>
          <w:sz w:val="24"/>
          <w:szCs w:val="24"/>
        </w:rPr>
        <w:t>発電設備の工事実績</w:t>
      </w:r>
      <w:r w:rsidR="002A10A9">
        <w:rPr>
          <w:rFonts w:asciiTheme="minorEastAsia" w:hAnsiTheme="minorEastAsia" w:hint="eastAsia"/>
          <w:sz w:val="24"/>
          <w:szCs w:val="24"/>
        </w:rPr>
        <w:t>や</w:t>
      </w:r>
      <w:r w:rsidRPr="002A10A9">
        <w:rPr>
          <w:rFonts w:asciiTheme="minorEastAsia" w:hAnsiTheme="minorEastAsia" w:hint="eastAsia"/>
          <w:sz w:val="24"/>
          <w:szCs w:val="24"/>
        </w:rPr>
        <w:t>社会福祉法人、医療法人における実績など（共同企業体</w:t>
      </w:r>
      <w:r w:rsidR="000D0108" w:rsidRPr="002A10A9">
        <w:rPr>
          <w:rFonts w:asciiTheme="minorEastAsia" w:hAnsiTheme="minorEastAsia" w:hint="eastAsia"/>
          <w:sz w:val="24"/>
          <w:szCs w:val="24"/>
        </w:rPr>
        <w:t>実績</w:t>
      </w:r>
      <w:r w:rsidRPr="002A10A9">
        <w:rPr>
          <w:rFonts w:asciiTheme="minorEastAsia" w:hAnsiTheme="minorEastAsia" w:hint="eastAsia"/>
          <w:sz w:val="24"/>
          <w:szCs w:val="24"/>
        </w:rPr>
        <w:t>可）。</w:t>
      </w:r>
    </w:p>
    <w:p w:rsidR="00E05C0F" w:rsidRPr="000D0108" w:rsidRDefault="00E05C0F" w:rsidP="00E05C0F">
      <w:pPr>
        <w:rPr>
          <w:rFonts w:asciiTheme="minorEastAsia" w:eastAsiaTheme="minorEastAsia" w:hAnsiTheme="minorEastAsia"/>
        </w:rPr>
      </w:pPr>
    </w:p>
    <w:sectPr w:rsidR="00E05C0F" w:rsidRPr="000D0108" w:rsidSect="00BA5EDF">
      <w:headerReference w:type="default" r:id="rId7"/>
      <w:pgSz w:w="11906" w:h="16838" w:code="9"/>
      <w:pgMar w:top="1710" w:right="776" w:bottom="1136" w:left="1050" w:header="851" w:footer="992" w:gutter="0"/>
      <w:cols w:space="425"/>
      <w:docGrid w:type="lines"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5DC5" w:rsidRDefault="00D95DC5" w:rsidP="002C7B3F">
      <w:r>
        <w:separator/>
      </w:r>
    </w:p>
  </w:endnote>
  <w:endnote w:type="continuationSeparator" w:id="0">
    <w:p w:rsidR="00D95DC5" w:rsidRDefault="00D95DC5" w:rsidP="002C7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5DC5" w:rsidRDefault="00D95DC5" w:rsidP="002C7B3F">
      <w:r>
        <w:separator/>
      </w:r>
    </w:p>
  </w:footnote>
  <w:footnote w:type="continuationSeparator" w:id="0">
    <w:p w:rsidR="00D95DC5" w:rsidRDefault="00D95DC5" w:rsidP="002C7B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7E8B" w:rsidRPr="002A10A9" w:rsidRDefault="00A17E8B" w:rsidP="00A17E8B">
    <w:pPr>
      <w:pStyle w:val="a6"/>
      <w:jc w:val="right"/>
      <w:rPr>
        <w:sz w:val="24"/>
        <w:szCs w:val="24"/>
      </w:rPr>
    </w:pPr>
    <w:r w:rsidRPr="002A10A9">
      <w:rPr>
        <w:rFonts w:hint="eastAsia"/>
        <w:sz w:val="24"/>
        <w:szCs w:val="24"/>
      </w:rPr>
      <w:t>（様式２）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471CA"/>
    <w:multiLevelType w:val="hybridMultilevel"/>
    <w:tmpl w:val="3A7631E2"/>
    <w:lvl w:ilvl="0" w:tplc="0AC2253C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510CB23C">
      <w:start w:val="1"/>
      <w:numFmt w:val="decimalFullWidth"/>
      <w:lvlText w:val="（%2）"/>
      <w:lvlJc w:val="left"/>
      <w:pPr>
        <w:ind w:left="1140" w:hanging="720"/>
      </w:pPr>
      <w:rPr>
        <w:rFonts w:hint="default"/>
        <w:lang w:val="en-US"/>
      </w:rPr>
    </w:lvl>
    <w:lvl w:ilvl="2" w:tplc="D884FE10">
      <w:start w:val="1"/>
      <w:numFmt w:val="decimalFullWidth"/>
      <w:lvlText w:val="（%3）"/>
      <w:lvlJc w:val="left"/>
      <w:pPr>
        <w:ind w:left="1200" w:hanging="360"/>
      </w:pPr>
      <w:rPr>
        <w:rFonts w:hint="default"/>
      </w:rPr>
    </w:lvl>
    <w:lvl w:ilvl="3" w:tplc="175A40BC">
      <w:start w:val="1"/>
      <w:numFmt w:val="decimalEnclosedCircle"/>
      <w:lvlText w:val="%4"/>
      <w:lvlJc w:val="left"/>
      <w:pPr>
        <w:ind w:left="1620" w:hanging="360"/>
      </w:pPr>
      <w:rPr>
        <w:rFonts w:asciiTheme="minorEastAsia" w:eastAsiaTheme="minorEastAsia" w:hAnsiTheme="minorEastAsia" w:cstheme="minorBidi"/>
      </w:rPr>
    </w:lvl>
    <w:lvl w:ilvl="4" w:tplc="694CF19C">
      <w:start w:val="1"/>
      <w:numFmt w:val="irohaFullWidth"/>
      <w:lvlText w:val="%5．"/>
      <w:lvlJc w:val="left"/>
      <w:pPr>
        <w:ind w:left="2100" w:hanging="420"/>
      </w:pPr>
      <w:rPr>
        <w:rFonts w:hint="default"/>
      </w:rPr>
    </w:lvl>
    <w:lvl w:ilvl="5" w:tplc="694CF19C">
      <w:start w:val="1"/>
      <w:numFmt w:val="irohaFullWidth"/>
      <w:lvlText w:val="%6．"/>
      <w:lvlJc w:val="left"/>
      <w:pPr>
        <w:ind w:left="2460" w:hanging="360"/>
      </w:pPr>
      <w:rPr>
        <w:rFonts w:hint="default"/>
      </w:rPr>
    </w:lvl>
    <w:lvl w:ilvl="6" w:tplc="C42658D6">
      <w:start w:val="1"/>
      <w:numFmt w:val="iroha"/>
      <w:lvlText w:val="(%7)"/>
      <w:lvlJc w:val="left"/>
      <w:pPr>
        <w:ind w:left="2880" w:hanging="360"/>
      </w:pPr>
      <w:rPr>
        <w:rFonts w:hint="default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CC169A0"/>
    <w:multiLevelType w:val="hybridMultilevel"/>
    <w:tmpl w:val="490A5E58"/>
    <w:lvl w:ilvl="0" w:tplc="56BE327C">
      <w:start w:val="3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78E6319"/>
    <w:multiLevelType w:val="hybridMultilevel"/>
    <w:tmpl w:val="2D50C388"/>
    <w:lvl w:ilvl="0" w:tplc="EC32F186">
      <w:start w:val="3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285"/>
  <w:displayHorizontalDrawingGridEvery w:val="0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A33"/>
    <w:rsid w:val="00013E95"/>
    <w:rsid w:val="00046ABB"/>
    <w:rsid w:val="00056178"/>
    <w:rsid w:val="000573DC"/>
    <w:rsid w:val="000C5590"/>
    <w:rsid w:val="000D0108"/>
    <w:rsid w:val="000F40AA"/>
    <w:rsid w:val="001C0DC2"/>
    <w:rsid w:val="001F1FC2"/>
    <w:rsid w:val="00227E3D"/>
    <w:rsid w:val="002938E3"/>
    <w:rsid w:val="002A10A9"/>
    <w:rsid w:val="002A692B"/>
    <w:rsid w:val="002C7B3F"/>
    <w:rsid w:val="003A77EB"/>
    <w:rsid w:val="00532AD7"/>
    <w:rsid w:val="00535E0F"/>
    <w:rsid w:val="005D6E49"/>
    <w:rsid w:val="00621B27"/>
    <w:rsid w:val="00663C66"/>
    <w:rsid w:val="006D2504"/>
    <w:rsid w:val="0070224B"/>
    <w:rsid w:val="00732408"/>
    <w:rsid w:val="00740A3D"/>
    <w:rsid w:val="007F35A5"/>
    <w:rsid w:val="008A3CAD"/>
    <w:rsid w:val="00A06D51"/>
    <w:rsid w:val="00A17E8B"/>
    <w:rsid w:val="00A23AC8"/>
    <w:rsid w:val="00AC48BC"/>
    <w:rsid w:val="00B22C5E"/>
    <w:rsid w:val="00B80F38"/>
    <w:rsid w:val="00BA5EDF"/>
    <w:rsid w:val="00C96F91"/>
    <w:rsid w:val="00CA3EC2"/>
    <w:rsid w:val="00D00DE5"/>
    <w:rsid w:val="00D95DC5"/>
    <w:rsid w:val="00DA1936"/>
    <w:rsid w:val="00DC6A33"/>
    <w:rsid w:val="00E05C0F"/>
    <w:rsid w:val="00E36ECC"/>
    <w:rsid w:val="00EC062B"/>
    <w:rsid w:val="00ED2B1B"/>
    <w:rsid w:val="00F46468"/>
    <w:rsid w:val="00F97DE8"/>
    <w:rsid w:val="00FA3641"/>
    <w:rsid w:val="00FB1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3AAF29B6"/>
  <w15:chartTrackingRefBased/>
  <w15:docId w15:val="{5DA7B959-81A1-41AA-B24D-96F9BF3E4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7E3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Balloon Text"/>
    <w:basedOn w:val="a"/>
    <w:semiHidden/>
    <w:rsid w:val="000C5590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C7B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2C7B3F"/>
    <w:rPr>
      <w:kern w:val="2"/>
      <w:sz w:val="21"/>
    </w:rPr>
  </w:style>
  <w:style w:type="paragraph" w:styleId="a8">
    <w:name w:val="footer"/>
    <w:basedOn w:val="a"/>
    <w:link w:val="a9"/>
    <w:uiPriority w:val="99"/>
    <w:unhideWhenUsed/>
    <w:rsid w:val="002C7B3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2C7B3F"/>
    <w:rPr>
      <w:kern w:val="2"/>
      <w:sz w:val="21"/>
    </w:rPr>
  </w:style>
  <w:style w:type="table" w:styleId="aa">
    <w:name w:val="Table Grid"/>
    <w:basedOn w:val="a1"/>
    <w:uiPriority w:val="59"/>
    <w:rsid w:val="00E05C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A06D51"/>
    <w:pPr>
      <w:ind w:leftChars="400" w:left="84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kjim-jim005\AppData\Local\Temp\Temp2_68380dfddba1419966acaff0c8b3fd8e.zip\&#20837;&#26413;&#26360;&#39006;\&#20837;&#26413;&#21442;&#21152;&#36039;&#26684;&#30906;&#35469;&#23529;&#26619;&#30003;&#35531;&#26360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入札参加資格確認審査申請書.dot</Template>
  <TotalTime>16</TotalTime>
  <Pages>1</Pages>
  <Words>259</Words>
  <Characters>144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公募型指名競争入札参加資格確認申請書</vt:lpstr>
      <vt:lpstr>公募型指名競争入札参加資格確認申請書</vt:lpstr>
    </vt:vector>
  </TitlesOfParts>
  <Company>FM-USER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公募型指名競争入札参加資格確認申請書</dc:title>
  <dc:subject/>
  <dc:creator>首都圏事務局 高橋 純</dc:creator>
  <cp:keywords/>
  <cp:lastModifiedBy>首都圏事務局 高橋 純</cp:lastModifiedBy>
  <cp:revision>16</cp:revision>
  <cp:lastPrinted>2021-08-08T08:11:00Z</cp:lastPrinted>
  <dcterms:created xsi:type="dcterms:W3CDTF">2020-09-16T23:59:00Z</dcterms:created>
  <dcterms:modified xsi:type="dcterms:W3CDTF">2021-08-08T08:11:00Z</dcterms:modified>
</cp:coreProperties>
</file>